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4D" w:rsidRPr="001B114D" w:rsidRDefault="006B5E34">
      <w:pPr>
        <w:pStyle w:val="Heading1"/>
        <w:jc w:val="center"/>
        <w:rPr>
          <w:b w:val="0"/>
          <w:bCs w:val="0"/>
          <w:sz w:val="48"/>
          <w:szCs w:val="28"/>
        </w:rPr>
      </w:pPr>
      <w:r>
        <w:rPr>
          <w:b w:val="0"/>
          <w:bCs w:val="0"/>
          <w:sz w:val="48"/>
          <w:szCs w:val="28"/>
        </w:rPr>
        <w:t>Grade 8</w:t>
      </w:r>
      <w:r w:rsidR="008D5894">
        <w:rPr>
          <w:b w:val="0"/>
          <w:bCs w:val="0"/>
          <w:sz w:val="48"/>
          <w:szCs w:val="28"/>
        </w:rPr>
        <w:t xml:space="preserve"> Art </w:t>
      </w:r>
    </w:p>
    <w:p w:rsidR="00460FEE" w:rsidRPr="001B114D" w:rsidRDefault="001B114D">
      <w:pPr>
        <w:pStyle w:val="Heading1"/>
        <w:jc w:val="center"/>
        <w:rPr>
          <w:bCs w:val="0"/>
          <w:sz w:val="18"/>
          <w:szCs w:val="28"/>
        </w:rPr>
      </w:pPr>
      <w:r w:rsidRPr="001B114D">
        <w:rPr>
          <w:bCs w:val="0"/>
          <w:sz w:val="18"/>
          <w:szCs w:val="28"/>
        </w:rPr>
        <w:t xml:space="preserve"> 2011-2012</w:t>
      </w:r>
    </w:p>
    <w:p w:rsidR="00460FEE" w:rsidRDefault="00460FEE">
      <w:pPr>
        <w:jc w:val="center"/>
        <w:rPr>
          <w:rFonts w:ascii="Arial" w:hAnsi="Arial" w:cs="Arial"/>
        </w:rPr>
      </w:pPr>
    </w:p>
    <w:p w:rsidR="00460FEE" w:rsidRPr="001B114D" w:rsidRDefault="00343FDB">
      <w:pPr>
        <w:jc w:val="center"/>
        <w:rPr>
          <w:rFonts w:ascii="Berlin Sans FB Demi" w:hAnsi="Berlin Sans FB Demi" w:cs="Arial"/>
          <w:sz w:val="36"/>
        </w:rPr>
      </w:pPr>
      <w:r w:rsidRPr="001B114D">
        <w:rPr>
          <w:rFonts w:ascii="Berlin Sans FB Demi" w:hAnsi="Berlin Sans FB Demi" w:cs="Arial"/>
          <w:sz w:val="36"/>
        </w:rPr>
        <w:t xml:space="preserve">Mrs. </w:t>
      </w:r>
      <w:proofErr w:type="spellStart"/>
      <w:r w:rsidRPr="001B114D">
        <w:rPr>
          <w:rFonts w:ascii="Berlin Sans FB Demi" w:hAnsi="Berlin Sans FB Demi" w:cs="Arial"/>
          <w:sz w:val="36"/>
        </w:rPr>
        <w:t>Kampschnieder</w:t>
      </w:r>
      <w:proofErr w:type="spellEnd"/>
      <w:r w:rsidRPr="001B114D">
        <w:rPr>
          <w:rFonts w:ascii="Berlin Sans FB Demi" w:hAnsi="Berlin Sans FB Demi" w:cs="Arial"/>
          <w:sz w:val="36"/>
        </w:rPr>
        <w:t xml:space="preserve"> </w:t>
      </w:r>
    </w:p>
    <w:p w:rsidR="00343FDB" w:rsidRDefault="00343FDB">
      <w:pPr>
        <w:jc w:val="center"/>
        <w:rPr>
          <w:rFonts w:ascii="Arial" w:hAnsi="Arial" w:cs="Arial"/>
        </w:rPr>
      </w:pPr>
    </w:p>
    <w:p w:rsidR="00343FDB" w:rsidRDefault="00343FDB" w:rsidP="001B114D">
      <w:pPr>
        <w:rPr>
          <w:rFonts w:ascii="Arial" w:hAnsi="Arial" w:cs="Arial"/>
          <w:sz w:val="28"/>
          <w:szCs w:val="28"/>
        </w:rPr>
        <w:sectPr w:rsidR="00343FDB" w:rsidSect="001C680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60FEE" w:rsidRDefault="00E812EB" w:rsidP="001B114D">
      <w:pPr>
        <w:pStyle w:val="Heading2"/>
        <w:rPr>
          <w:b/>
          <w:sz w:val="28"/>
          <w:szCs w:val="28"/>
          <w:u w:val="single"/>
        </w:rPr>
      </w:pPr>
      <w:r w:rsidRPr="001B114D">
        <w:rPr>
          <w:b/>
          <w:sz w:val="28"/>
          <w:szCs w:val="28"/>
          <w:u w:val="single"/>
        </w:rPr>
        <w:lastRenderedPageBreak/>
        <w:t xml:space="preserve">INSTRUCTIONAL GOALS </w:t>
      </w:r>
    </w:p>
    <w:p w:rsidR="008D5894" w:rsidRPr="008D5894" w:rsidRDefault="008D5894" w:rsidP="008D5894">
      <w:pPr>
        <w:rPr>
          <w:rFonts w:ascii="Arial" w:hAnsi="Arial" w:cs="Arial"/>
          <w:sz w:val="16"/>
        </w:rPr>
      </w:pPr>
    </w:p>
    <w:p w:rsidR="006B5E34" w:rsidRPr="006B5E34" w:rsidRDefault="006B5E34" w:rsidP="006B5E34">
      <w:pPr>
        <w:rPr>
          <w:rFonts w:ascii="Arial" w:hAnsi="Arial" w:cs="Arial"/>
          <w:sz w:val="24"/>
          <w:szCs w:val="32"/>
        </w:rPr>
      </w:pPr>
      <w:r w:rsidRPr="006B5E34">
        <w:rPr>
          <w:rFonts w:ascii="Arial" w:hAnsi="Arial" w:cs="Arial"/>
          <w:sz w:val="24"/>
          <w:szCs w:val="32"/>
        </w:rPr>
        <w:t>Students will review and expand on the 7 Elements of art (color, space, line, shape, form, texture, value</w:t>
      </w:r>
      <w:proofErr w:type="gramStart"/>
      <w:r w:rsidRPr="006B5E34">
        <w:rPr>
          <w:rFonts w:ascii="Arial" w:hAnsi="Arial" w:cs="Arial"/>
          <w:sz w:val="24"/>
          <w:szCs w:val="32"/>
        </w:rPr>
        <w:t>)  They</w:t>
      </w:r>
      <w:proofErr w:type="gramEnd"/>
      <w:r w:rsidRPr="006B5E34">
        <w:rPr>
          <w:rFonts w:ascii="Arial" w:hAnsi="Arial" w:cs="Arial"/>
          <w:sz w:val="24"/>
          <w:szCs w:val="32"/>
        </w:rPr>
        <w:t xml:space="preserve"> will work with various media to express a greater understanding of these elements.  They will explore famous works of art to gain a better understanding of the lives of the artists who created them. </w:t>
      </w:r>
    </w:p>
    <w:p w:rsidR="00460FEE" w:rsidRPr="008D5894" w:rsidRDefault="00460FEE">
      <w:pPr>
        <w:rPr>
          <w:rFonts w:ascii="Arial" w:hAnsi="Arial" w:cs="Arial"/>
          <w:sz w:val="18"/>
        </w:rPr>
      </w:pPr>
    </w:p>
    <w:p w:rsidR="00460FEE" w:rsidRPr="001B114D" w:rsidRDefault="00E812EB">
      <w:pPr>
        <w:pStyle w:val="Heading3"/>
        <w:jc w:val="center"/>
        <w:rPr>
          <w:b/>
          <w:u w:val="single"/>
        </w:rPr>
      </w:pPr>
      <w:r w:rsidRPr="001B114D">
        <w:rPr>
          <w:b/>
          <w:u w:val="single"/>
        </w:rPr>
        <w:t xml:space="preserve">COURSE </w:t>
      </w:r>
    </w:p>
    <w:p w:rsidR="005F7254" w:rsidRPr="005F7254" w:rsidRDefault="005F7254" w:rsidP="005F7254"/>
    <w:p w:rsidR="005F7254" w:rsidRPr="00DD5AA5" w:rsidRDefault="005F7254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2"/>
        </w:rPr>
      </w:pPr>
      <w:r w:rsidRPr="00DD5AA5">
        <w:rPr>
          <w:rFonts w:ascii="Arial" w:hAnsi="Arial" w:cs="Arial"/>
          <w:sz w:val="24"/>
        </w:rPr>
        <w:t xml:space="preserve">Class will meet </w:t>
      </w:r>
      <w:r w:rsidR="00D167C2" w:rsidRPr="00DD5AA5">
        <w:rPr>
          <w:rFonts w:ascii="Arial" w:hAnsi="Arial" w:cs="Arial"/>
          <w:sz w:val="24"/>
        </w:rPr>
        <w:t>Mon, Wed., and Fri.</w:t>
      </w:r>
      <w:r w:rsidRPr="00DD5AA5">
        <w:rPr>
          <w:rFonts w:ascii="Arial" w:hAnsi="Arial" w:cs="Arial"/>
          <w:sz w:val="24"/>
        </w:rPr>
        <w:t xml:space="preserve"> for 1 </w:t>
      </w:r>
      <w:r w:rsidR="008D5894" w:rsidRPr="00DD5AA5">
        <w:rPr>
          <w:rFonts w:ascii="Arial" w:hAnsi="Arial" w:cs="Arial"/>
          <w:sz w:val="24"/>
        </w:rPr>
        <w:t>quarter</w:t>
      </w:r>
      <w:r w:rsidR="006B5E34" w:rsidRPr="00DD5AA5">
        <w:rPr>
          <w:rFonts w:ascii="Arial" w:hAnsi="Arial" w:cs="Arial"/>
          <w:sz w:val="24"/>
        </w:rPr>
        <w:t>.</w:t>
      </w:r>
    </w:p>
    <w:p w:rsidR="00460FEE" w:rsidRPr="00DD5AA5" w:rsidRDefault="00BF331F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 w:rsidRPr="00DD5AA5">
        <w:rPr>
          <w:rFonts w:ascii="Arial" w:hAnsi="Arial" w:cs="Arial"/>
          <w:sz w:val="24"/>
          <w:szCs w:val="28"/>
        </w:rPr>
        <w:t>Tests and/or quizzes may be given to better assess the students understanding of the material covered.</w:t>
      </w:r>
    </w:p>
    <w:p w:rsidR="00DD5AA5" w:rsidRPr="00DD5AA5" w:rsidRDefault="00DD5AA5" w:rsidP="00DD5AA5">
      <w:pPr>
        <w:pStyle w:val="Heading4"/>
        <w:rPr>
          <w:b/>
          <w:sz w:val="32"/>
          <w:u w:val="single"/>
        </w:rPr>
      </w:pPr>
      <w:r w:rsidRPr="00DD5AA5">
        <w:rPr>
          <w:b/>
          <w:sz w:val="32"/>
          <w:u w:val="single"/>
        </w:rPr>
        <w:t>POLICIES AND PROCEDURES</w:t>
      </w:r>
    </w:p>
    <w:p w:rsidR="00DD5AA5" w:rsidRPr="00DD5AA5" w:rsidRDefault="00DD5AA5" w:rsidP="00DD5AA5">
      <w:pPr>
        <w:rPr>
          <w:rFonts w:ascii="Arial" w:hAnsi="Arial" w:cs="Arial"/>
          <w:sz w:val="22"/>
        </w:rPr>
      </w:pPr>
    </w:p>
    <w:p w:rsidR="00DD5AA5" w:rsidRPr="00DD5AA5" w:rsidRDefault="00DD5AA5" w:rsidP="00DD5AA5">
      <w:pPr>
        <w:rPr>
          <w:rFonts w:ascii="Arial" w:hAnsi="Arial" w:cs="Arial"/>
          <w:b/>
          <w:bCs/>
          <w:sz w:val="22"/>
        </w:rPr>
      </w:pPr>
      <w:r w:rsidRPr="00DD5AA5">
        <w:rPr>
          <w:rFonts w:ascii="Arial" w:hAnsi="Arial" w:cs="Arial"/>
          <w:b/>
          <w:bCs/>
          <w:sz w:val="22"/>
        </w:rPr>
        <w:t>General Rules: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Listen to all instructions before starting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Be responsible for getting needed materials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Putting away materials and cleaning work area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Be respectful of others talents as well as your own</w:t>
      </w:r>
    </w:p>
    <w:p w:rsidR="00DD5AA5" w:rsidRPr="00DD5AA5" w:rsidRDefault="00DD5AA5" w:rsidP="00DD5AA5">
      <w:pPr>
        <w:pStyle w:val="ListParagraph"/>
        <w:rPr>
          <w:rFonts w:ascii="Arial" w:hAnsi="Arial" w:cs="Arial"/>
          <w:sz w:val="22"/>
        </w:rPr>
      </w:pPr>
    </w:p>
    <w:p w:rsidR="00DD5AA5" w:rsidRPr="00DD5AA5" w:rsidRDefault="00DD5AA5" w:rsidP="00DD5AA5">
      <w:pPr>
        <w:rPr>
          <w:rFonts w:ascii="Arial" w:hAnsi="Arial" w:cs="Arial"/>
          <w:sz w:val="22"/>
        </w:rPr>
      </w:pPr>
    </w:p>
    <w:p w:rsidR="00DD5AA5" w:rsidRPr="00DD5AA5" w:rsidRDefault="00DD5AA5" w:rsidP="00DD5AA5">
      <w:pPr>
        <w:rPr>
          <w:rFonts w:ascii="Arial" w:hAnsi="Arial" w:cs="Arial"/>
          <w:b/>
          <w:bCs/>
          <w:sz w:val="22"/>
        </w:rPr>
      </w:pPr>
      <w:r w:rsidRPr="00DD5AA5">
        <w:rPr>
          <w:rFonts w:ascii="Arial" w:hAnsi="Arial" w:cs="Arial"/>
          <w:b/>
          <w:bCs/>
          <w:sz w:val="22"/>
        </w:rPr>
        <w:t>Grading Policies:</w:t>
      </w:r>
    </w:p>
    <w:p w:rsidR="00DD5AA5" w:rsidRPr="00DD5AA5" w:rsidRDefault="00DD5AA5" w:rsidP="00DD5AA5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2"/>
        </w:rPr>
      </w:pPr>
      <w:r w:rsidRPr="00DD5AA5">
        <w:rPr>
          <w:rFonts w:ascii="Arial" w:hAnsi="Arial" w:cs="Arial"/>
          <w:bCs/>
          <w:sz w:val="24"/>
        </w:rPr>
        <w:t xml:space="preserve"> A critique is completed by the student and attached to art work.</w:t>
      </w:r>
    </w:p>
    <w:p w:rsidR="00DD5AA5" w:rsidRPr="00DD5AA5" w:rsidRDefault="00DD5AA5" w:rsidP="00DD5AA5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You will be graded on a point system that converts into a percentage grade.</w:t>
      </w:r>
    </w:p>
    <w:p w:rsidR="00DD5AA5" w:rsidRPr="00DD5AA5" w:rsidRDefault="00DD5AA5" w:rsidP="00DD5AA5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DD5AA5">
        <w:rPr>
          <w:rFonts w:ascii="Arial" w:hAnsi="Arial" w:cs="Arial"/>
          <w:sz w:val="24"/>
        </w:rPr>
        <w:t>Your grade will be lowered if project/assignment is late.</w:t>
      </w:r>
    </w:p>
    <w:p w:rsidR="00DD5AA5" w:rsidRPr="00DD5AA5" w:rsidRDefault="00DD5AA5" w:rsidP="00DD5AA5">
      <w:pPr>
        <w:rPr>
          <w:rFonts w:ascii="Arial" w:hAnsi="Arial" w:cs="Arial"/>
          <w:sz w:val="24"/>
        </w:rPr>
      </w:pPr>
    </w:p>
    <w:p w:rsidR="00DD5AA5" w:rsidRPr="00DD5AA5" w:rsidRDefault="00DD5AA5" w:rsidP="00DD5AA5">
      <w:pPr>
        <w:rPr>
          <w:rFonts w:ascii="Arial" w:hAnsi="Arial" w:cs="Arial"/>
          <w:sz w:val="22"/>
        </w:rPr>
      </w:pPr>
    </w:p>
    <w:p w:rsidR="00DD5AA5" w:rsidRPr="00DD5AA5" w:rsidRDefault="00DD5AA5" w:rsidP="00DD5AA5">
      <w:pPr>
        <w:rPr>
          <w:rFonts w:ascii="Arial" w:hAnsi="Arial" w:cs="Arial"/>
          <w:bCs/>
          <w:sz w:val="24"/>
        </w:rPr>
      </w:pPr>
      <w:r w:rsidRPr="00DD5AA5">
        <w:rPr>
          <w:rFonts w:ascii="Arial" w:hAnsi="Arial" w:cs="Arial"/>
          <w:b/>
          <w:bCs/>
          <w:sz w:val="22"/>
        </w:rPr>
        <w:t xml:space="preserve">Grading Scale:    </w:t>
      </w:r>
      <w:r w:rsidRPr="00DD5AA5">
        <w:rPr>
          <w:rFonts w:ascii="Arial" w:hAnsi="Arial" w:cs="Arial"/>
          <w:bCs/>
          <w:sz w:val="24"/>
        </w:rPr>
        <w:t>40 point system converted into a percentage</w:t>
      </w:r>
    </w:p>
    <w:p w:rsidR="00DD5AA5" w:rsidRPr="00DD5AA5" w:rsidRDefault="00DD5AA5" w:rsidP="00DD5AA5">
      <w:pPr>
        <w:rPr>
          <w:rFonts w:ascii="Arial" w:hAnsi="Arial" w:cs="Arial"/>
          <w:bCs/>
          <w:sz w:val="24"/>
        </w:rPr>
      </w:pPr>
      <w:r w:rsidRPr="00DD5AA5">
        <w:rPr>
          <w:rFonts w:ascii="Arial" w:hAnsi="Arial" w:cs="Arial"/>
          <w:bCs/>
          <w:sz w:val="24"/>
        </w:rPr>
        <w:t xml:space="preserve">              Example --- 40/40 – 100%,     39/40—98%</w:t>
      </w:r>
      <w:proofErr w:type="gramStart"/>
      <w:r w:rsidRPr="00DD5AA5">
        <w:rPr>
          <w:rFonts w:ascii="Arial" w:hAnsi="Arial" w:cs="Arial"/>
          <w:bCs/>
          <w:sz w:val="24"/>
        </w:rPr>
        <w:t>,…</w:t>
      </w:r>
      <w:proofErr w:type="gramEnd"/>
      <w:r w:rsidRPr="00DD5AA5">
        <w:rPr>
          <w:rFonts w:ascii="Arial" w:hAnsi="Arial" w:cs="Arial"/>
          <w:bCs/>
          <w:sz w:val="24"/>
        </w:rPr>
        <w:t xml:space="preserve">      35/40 --- 88%   etc….</w:t>
      </w:r>
    </w:p>
    <w:p w:rsidR="00DD5AA5" w:rsidRPr="00DD5AA5" w:rsidRDefault="00DD5AA5" w:rsidP="00DD5AA5">
      <w:pPr>
        <w:rPr>
          <w:rFonts w:ascii="Arial" w:hAnsi="Arial" w:cs="Arial"/>
          <w:bCs/>
          <w:sz w:val="24"/>
        </w:rPr>
      </w:pPr>
    </w:p>
    <w:p w:rsidR="00DD5AA5" w:rsidRPr="00DD5AA5" w:rsidRDefault="00DD5AA5" w:rsidP="00DD5AA5">
      <w:pPr>
        <w:rPr>
          <w:rFonts w:ascii="Arial" w:hAnsi="Arial" w:cs="Arial"/>
          <w:bCs/>
          <w:sz w:val="24"/>
        </w:rPr>
      </w:pPr>
    </w:p>
    <w:p w:rsidR="00DD5AA5" w:rsidRPr="00DD5AA5" w:rsidRDefault="00DD5AA5" w:rsidP="00DD5AA5">
      <w:pPr>
        <w:pStyle w:val="Heading4"/>
        <w:rPr>
          <w:b/>
          <w:sz w:val="32"/>
          <w:u w:val="single"/>
        </w:rPr>
      </w:pPr>
      <w:r w:rsidRPr="00DD5AA5">
        <w:rPr>
          <w:b/>
          <w:sz w:val="32"/>
          <w:u w:val="single"/>
        </w:rPr>
        <w:t>CONTACT INFORMATION</w:t>
      </w:r>
    </w:p>
    <w:p w:rsidR="00DD5AA5" w:rsidRPr="00DD5AA5" w:rsidRDefault="00DD5AA5" w:rsidP="00DD5AA5">
      <w:pPr>
        <w:rPr>
          <w:rFonts w:ascii="Arial" w:hAnsi="Arial" w:cs="Arial"/>
          <w:sz w:val="22"/>
        </w:rPr>
      </w:pPr>
    </w:p>
    <w:sdt>
      <w:sdtPr>
        <w:rPr>
          <w:rFonts w:ascii="Arial" w:hAnsi="Arial" w:cs="Arial"/>
          <w:sz w:val="22"/>
        </w:rPr>
        <w:id w:val="-94334681"/>
        <w:placeholder>
          <w:docPart w:val="5C53742ED5294C28BFC2A31700EF996E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22"/>
            </w:rPr>
          </w:pPr>
          <w:r w:rsidRPr="00DD5AA5">
            <w:rPr>
              <w:rFonts w:ascii="Arial" w:hAnsi="Arial" w:cs="Arial"/>
              <w:sz w:val="22"/>
            </w:rPr>
            <w:t xml:space="preserve">Mrs. Mary Jo </w:t>
          </w:r>
          <w:proofErr w:type="spellStart"/>
          <w:r w:rsidRPr="00DD5AA5">
            <w:rPr>
              <w:rFonts w:ascii="Arial" w:hAnsi="Arial" w:cs="Arial"/>
              <w:sz w:val="22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  <w:sz w:val="22"/>
        </w:rPr>
        <w:id w:val="-160389599"/>
        <w:placeholder>
          <w:docPart w:val="5C53742ED5294C28BFC2A31700EF996E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22"/>
            </w:rPr>
          </w:pPr>
          <w:r w:rsidRPr="00DD5AA5">
            <w:rPr>
              <w:rFonts w:ascii="Arial" w:hAnsi="Arial" w:cs="Arial"/>
              <w:sz w:val="22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  <w:sz w:val="22"/>
        </w:rPr>
        <w:id w:val="-1815013297"/>
        <w:placeholder>
          <w:docPart w:val="5C53742ED5294C28BFC2A31700EF996E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22"/>
            </w:rPr>
          </w:pPr>
          <w:r w:rsidRPr="00DD5AA5">
            <w:rPr>
              <w:rFonts w:ascii="Arial" w:hAnsi="Arial" w:cs="Arial"/>
              <w:sz w:val="22"/>
            </w:rPr>
            <w:t>mjkampschnieder@gacatholicschool.org</w:t>
          </w:r>
        </w:p>
      </w:sdtContent>
    </w:sdt>
    <w:p w:rsidR="00DD5AA5" w:rsidRPr="00DD5AA5" w:rsidRDefault="00DD5AA5" w:rsidP="00DD5AA5">
      <w:pPr>
        <w:rPr>
          <w:rFonts w:ascii="Arial" w:hAnsi="Arial" w:cs="Arial"/>
          <w:sz w:val="24"/>
        </w:rPr>
      </w:pPr>
    </w:p>
    <w:p w:rsidR="00DD5AA5" w:rsidRPr="00DD5AA5" w:rsidRDefault="00DD5AA5" w:rsidP="00DD5AA5">
      <w:pPr>
        <w:pStyle w:val="ListParagraph"/>
        <w:rPr>
          <w:rFonts w:ascii="Arial" w:hAnsi="Arial" w:cs="Arial"/>
          <w:sz w:val="24"/>
          <w:szCs w:val="28"/>
        </w:rPr>
      </w:pPr>
    </w:p>
    <w:p w:rsidR="00460FEE" w:rsidRPr="00DD5AA5" w:rsidRDefault="00460FEE">
      <w:pPr>
        <w:rPr>
          <w:rFonts w:ascii="Arial" w:hAnsi="Arial" w:cs="Arial"/>
          <w:sz w:val="22"/>
        </w:rPr>
      </w:pPr>
    </w:p>
    <w:p w:rsidR="00460FEE" w:rsidRDefault="00460FEE">
      <w:pPr>
        <w:rPr>
          <w:rFonts w:ascii="Arial" w:hAnsi="Arial" w:cs="Arial"/>
          <w:sz w:val="28"/>
          <w:szCs w:val="28"/>
        </w:rPr>
        <w:sectPr w:rsidR="00460FEE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Pr="00DD5AA5" w:rsidRDefault="00DD5AA5" w:rsidP="00DD5AA5">
      <w:pPr>
        <w:pStyle w:val="Heading1"/>
        <w:jc w:val="center"/>
        <w:rPr>
          <w:b w:val="0"/>
          <w:bCs w:val="0"/>
          <w:sz w:val="44"/>
          <w:szCs w:val="28"/>
        </w:rPr>
      </w:pPr>
      <w:r w:rsidRPr="00DD5AA5">
        <w:rPr>
          <w:b w:val="0"/>
          <w:bCs w:val="0"/>
          <w:sz w:val="44"/>
          <w:szCs w:val="28"/>
        </w:rPr>
        <w:t xml:space="preserve">Grade 8 Art </w:t>
      </w:r>
    </w:p>
    <w:p w:rsidR="00DD5AA5" w:rsidRPr="00DD5AA5" w:rsidRDefault="00DD5AA5" w:rsidP="00DD5AA5">
      <w:pPr>
        <w:pStyle w:val="Heading1"/>
        <w:jc w:val="center"/>
        <w:rPr>
          <w:bCs w:val="0"/>
          <w:sz w:val="16"/>
          <w:szCs w:val="28"/>
        </w:rPr>
      </w:pPr>
      <w:r w:rsidRPr="00DD5AA5">
        <w:rPr>
          <w:bCs w:val="0"/>
          <w:sz w:val="16"/>
          <w:szCs w:val="28"/>
        </w:rPr>
        <w:t xml:space="preserve"> 2011-2012</w:t>
      </w:r>
    </w:p>
    <w:p w:rsidR="00DD5AA5" w:rsidRPr="00DD5AA5" w:rsidRDefault="00DD5AA5" w:rsidP="00DD5AA5">
      <w:pPr>
        <w:jc w:val="center"/>
        <w:rPr>
          <w:rFonts w:ascii="Arial" w:hAnsi="Arial" w:cs="Arial"/>
          <w:sz w:val="18"/>
        </w:rPr>
      </w:pPr>
    </w:p>
    <w:p w:rsidR="00DD5AA5" w:rsidRPr="00DD5AA5" w:rsidRDefault="00DD5AA5" w:rsidP="00DD5AA5">
      <w:pPr>
        <w:jc w:val="center"/>
        <w:rPr>
          <w:rFonts w:ascii="Berlin Sans FB Demi" w:hAnsi="Berlin Sans FB Demi" w:cs="Arial"/>
          <w:sz w:val="32"/>
        </w:rPr>
      </w:pPr>
      <w:r w:rsidRPr="00DD5AA5">
        <w:rPr>
          <w:rFonts w:ascii="Berlin Sans FB Demi" w:hAnsi="Berlin Sans FB Demi" w:cs="Arial"/>
          <w:sz w:val="32"/>
        </w:rPr>
        <w:t xml:space="preserve">Mrs. </w:t>
      </w:r>
      <w:proofErr w:type="spellStart"/>
      <w:r w:rsidRPr="00DD5AA5">
        <w:rPr>
          <w:rFonts w:ascii="Berlin Sans FB Demi" w:hAnsi="Berlin Sans FB Demi" w:cs="Arial"/>
          <w:sz w:val="32"/>
        </w:rPr>
        <w:t>Kampschnieder</w:t>
      </w:r>
      <w:proofErr w:type="spellEnd"/>
      <w:r w:rsidRPr="00DD5AA5">
        <w:rPr>
          <w:rFonts w:ascii="Berlin Sans FB Demi" w:hAnsi="Berlin Sans FB Demi" w:cs="Arial"/>
          <w:sz w:val="32"/>
        </w:rPr>
        <w:t xml:space="preserve"> </w:t>
      </w:r>
    </w:p>
    <w:p w:rsidR="00DD5AA5" w:rsidRPr="00DD5AA5" w:rsidRDefault="00DD5AA5" w:rsidP="00DD5AA5">
      <w:pPr>
        <w:jc w:val="center"/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sz w:val="24"/>
          <w:szCs w:val="28"/>
        </w:rPr>
        <w:sectPr w:rsidR="00DD5AA5" w:rsidRPr="00DD5AA5" w:rsidSect="00DD5AA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DD5AA5" w:rsidRPr="00DD5AA5" w:rsidRDefault="00DD5AA5" w:rsidP="00DD5AA5">
      <w:pPr>
        <w:pStyle w:val="Heading2"/>
        <w:rPr>
          <w:b/>
          <w:sz w:val="24"/>
          <w:szCs w:val="28"/>
          <w:u w:val="single"/>
        </w:rPr>
      </w:pPr>
      <w:r w:rsidRPr="00DD5AA5">
        <w:rPr>
          <w:b/>
          <w:sz w:val="24"/>
          <w:szCs w:val="28"/>
          <w:u w:val="single"/>
        </w:rPr>
        <w:lastRenderedPageBreak/>
        <w:t xml:space="preserve">INSTRUCTIONAL GOALS </w:t>
      </w:r>
    </w:p>
    <w:p w:rsidR="00DD5AA5" w:rsidRPr="00DD5AA5" w:rsidRDefault="00DD5AA5" w:rsidP="00DD5AA5">
      <w:pPr>
        <w:rPr>
          <w:rFonts w:ascii="Arial" w:hAnsi="Arial" w:cs="Arial"/>
          <w:sz w:val="14"/>
        </w:rPr>
      </w:pPr>
    </w:p>
    <w:p w:rsidR="00DD5AA5" w:rsidRPr="00DD5AA5" w:rsidRDefault="00DD5AA5" w:rsidP="00DD5AA5">
      <w:pPr>
        <w:rPr>
          <w:rFonts w:ascii="Arial" w:hAnsi="Arial" w:cs="Arial"/>
          <w:sz w:val="22"/>
          <w:szCs w:val="32"/>
        </w:rPr>
      </w:pPr>
      <w:r w:rsidRPr="00DD5AA5">
        <w:rPr>
          <w:rFonts w:ascii="Arial" w:hAnsi="Arial" w:cs="Arial"/>
          <w:sz w:val="22"/>
          <w:szCs w:val="32"/>
        </w:rPr>
        <w:t>Students will review and expand on the 7 Elements of art (color, space, line, shape, form, texture, value</w:t>
      </w:r>
      <w:proofErr w:type="gramStart"/>
      <w:r w:rsidRPr="00DD5AA5">
        <w:rPr>
          <w:rFonts w:ascii="Arial" w:hAnsi="Arial" w:cs="Arial"/>
          <w:sz w:val="22"/>
          <w:szCs w:val="32"/>
        </w:rPr>
        <w:t>)  They</w:t>
      </w:r>
      <w:proofErr w:type="gramEnd"/>
      <w:r w:rsidRPr="00DD5AA5">
        <w:rPr>
          <w:rFonts w:ascii="Arial" w:hAnsi="Arial" w:cs="Arial"/>
          <w:sz w:val="22"/>
          <w:szCs w:val="32"/>
        </w:rPr>
        <w:t xml:space="preserve"> will work with various media to express a greater understanding of these elements.  They will explore famous works of art to gain a better understanding of the lives of the artists who created them. </w:t>
      </w:r>
    </w:p>
    <w:p w:rsidR="00DD5AA5" w:rsidRPr="00DD5AA5" w:rsidRDefault="00DD5AA5" w:rsidP="00DD5AA5">
      <w:pPr>
        <w:rPr>
          <w:rFonts w:ascii="Arial" w:hAnsi="Arial" w:cs="Arial"/>
          <w:sz w:val="16"/>
        </w:rPr>
      </w:pPr>
    </w:p>
    <w:p w:rsidR="00DD5AA5" w:rsidRPr="00DD5AA5" w:rsidRDefault="00DD5AA5" w:rsidP="00DD5AA5">
      <w:pPr>
        <w:pStyle w:val="Heading3"/>
        <w:jc w:val="center"/>
        <w:rPr>
          <w:b/>
          <w:sz w:val="24"/>
          <w:u w:val="single"/>
        </w:rPr>
      </w:pPr>
      <w:r w:rsidRPr="00DD5AA5">
        <w:rPr>
          <w:b/>
          <w:sz w:val="24"/>
          <w:u w:val="single"/>
        </w:rPr>
        <w:t xml:space="preserve">COURSE </w:t>
      </w:r>
    </w:p>
    <w:p w:rsidR="00DD5AA5" w:rsidRPr="00DD5AA5" w:rsidRDefault="00DD5AA5" w:rsidP="00DD5AA5">
      <w:pPr>
        <w:rPr>
          <w:sz w:val="18"/>
        </w:rPr>
      </w:pPr>
    </w:p>
    <w:p w:rsidR="00DD5AA5" w:rsidRPr="00DD5AA5" w:rsidRDefault="00DD5AA5" w:rsidP="00DD5AA5">
      <w:pPr>
        <w:pStyle w:val="ListParagraph"/>
        <w:numPr>
          <w:ilvl w:val="0"/>
          <w:numId w:val="3"/>
        </w:numPr>
        <w:rPr>
          <w:rFonts w:ascii="Arial" w:hAnsi="Arial" w:cs="Arial"/>
          <w:sz w:val="18"/>
        </w:rPr>
      </w:pPr>
      <w:r w:rsidRPr="00DD5AA5">
        <w:rPr>
          <w:rFonts w:ascii="Arial" w:hAnsi="Arial" w:cs="Arial"/>
        </w:rPr>
        <w:t>Class will meet Mon, Wed., and Fri. for 1 quarter.</w:t>
      </w:r>
    </w:p>
    <w:p w:rsidR="00DD5AA5" w:rsidRPr="00DD5AA5" w:rsidRDefault="00DD5AA5" w:rsidP="00DD5AA5">
      <w:pPr>
        <w:pStyle w:val="ListParagraph"/>
        <w:numPr>
          <w:ilvl w:val="0"/>
          <w:numId w:val="3"/>
        </w:numPr>
        <w:rPr>
          <w:rFonts w:ascii="Arial" w:hAnsi="Arial" w:cs="Arial"/>
          <w:szCs w:val="28"/>
        </w:rPr>
      </w:pPr>
      <w:r w:rsidRPr="00DD5AA5">
        <w:rPr>
          <w:rFonts w:ascii="Arial" w:hAnsi="Arial" w:cs="Arial"/>
          <w:szCs w:val="28"/>
        </w:rPr>
        <w:t>Tests and/or quizzes may be given to better assess the students understanding of the material covered.</w:t>
      </w:r>
    </w:p>
    <w:p w:rsidR="00DD5AA5" w:rsidRPr="00DD5AA5" w:rsidRDefault="00DD5AA5" w:rsidP="00DD5AA5">
      <w:pPr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sz w:val="24"/>
          <w:szCs w:val="28"/>
        </w:rPr>
        <w:sectPr w:rsidR="00DD5AA5" w:rsidRPr="00DD5AA5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D5AA5" w:rsidRPr="00DD5AA5" w:rsidRDefault="00DD5AA5" w:rsidP="00DD5AA5">
      <w:pPr>
        <w:pStyle w:val="Heading4"/>
        <w:rPr>
          <w:b/>
          <w:sz w:val="24"/>
          <w:u w:val="single"/>
        </w:rPr>
      </w:pPr>
      <w:r w:rsidRPr="00DD5AA5">
        <w:rPr>
          <w:b/>
          <w:sz w:val="24"/>
          <w:u w:val="single"/>
        </w:rPr>
        <w:lastRenderedPageBreak/>
        <w:t>POLICIES AND PROCEDURES</w:t>
      </w:r>
    </w:p>
    <w:p w:rsidR="00DD5AA5" w:rsidRPr="00DD5AA5" w:rsidRDefault="00DD5AA5" w:rsidP="00DD5AA5">
      <w:pPr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b/>
          <w:bCs/>
          <w:sz w:val="18"/>
        </w:rPr>
      </w:pPr>
      <w:r w:rsidRPr="00DD5AA5">
        <w:rPr>
          <w:rFonts w:ascii="Arial" w:hAnsi="Arial" w:cs="Arial"/>
          <w:b/>
          <w:bCs/>
          <w:sz w:val="18"/>
        </w:rPr>
        <w:t>General Rules: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Listen to all instructions before starting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Be responsible for getting needed materials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Putting away materials and cleaning work area</w:t>
      </w:r>
    </w:p>
    <w:p w:rsidR="00DD5AA5" w:rsidRPr="00DD5AA5" w:rsidRDefault="00DD5AA5" w:rsidP="00DD5AA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Be respectful of others talents as well as your own</w:t>
      </w:r>
    </w:p>
    <w:p w:rsidR="00DD5AA5" w:rsidRPr="00DD5AA5" w:rsidRDefault="00DD5AA5" w:rsidP="00DD5AA5">
      <w:pPr>
        <w:pStyle w:val="ListParagraph"/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b/>
          <w:bCs/>
          <w:sz w:val="18"/>
        </w:rPr>
      </w:pPr>
      <w:r w:rsidRPr="00DD5AA5">
        <w:rPr>
          <w:rFonts w:ascii="Arial" w:hAnsi="Arial" w:cs="Arial"/>
          <w:b/>
          <w:bCs/>
          <w:sz w:val="18"/>
        </w:rPr>
        <w:t>Grading Policies:</w:t>
      </w:r>
    </w:p>
    <w:p w:rsidR="00DD5AA5" w:rsidRPr="00DD5AA5" w:rsidRDefault="00DD5AA5" w:rsidP="00DD5AA5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18"/>
        </w:rPr>
      </w:pPr>
      <w:r w:rsidRPr="00DD5AA5">
        <w:rPr>
          <w:rFonts w:ascii="Arial" w:hAnsi="Arial" w:cs="Arial"/>
          <w:bCs/>
        </w:rPr>
        <w:t xml:space="preserve"> A critique is completed by the student and attached to art work.</w:t>
      </w:r>
    </w:p>
    <w:p w:rsidR="00DD5AA5" w:rsidRPr="00DD5AA5" w:rsidRDefault="00DD5AA5" w:rsidP="00DD5AA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You will be graded on a point system that converts into a percentage grade.</w:t>
      </w:r>
    </w:p>
    <w:p w:rsidR="00DD5AA5" w:rsidRPr="00DD5AA5" w:rsidRDefault="00DD5AA5" w:rsidP="00DD5AA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DD5AA5">
        <w:rPr>
          <w:rFonts w:ascii="Arial" w:hAnsi="Arial" w:cs="Arial"/>
        </w:rPr>
        <w:t>Your grade will be lowered if project/assignment is late.</w:t>
      </w:r>
    </w:p>
    <w:p w:rsidR="00DD5AA5" w:rsidRPr="00DD5AA5" w:rsidRDefault="00DD5AA5" w:rsidP="00DD5AA5">
      <w:pPr>
        <w:rPr>
          <w:rFonts w:ascii="Arial" w:hAnsi="Arial" w:cs="Arial"/>
        </w:rPr>
      </w:pPr>
    </w:p>
    <w:p w:rsidR="00DD5AA5" w:rsidRPr="00DD5AA5" w:rsidRDefault="00DD5AA5" w:rsidP="00DD5AA5">
      <w:pPr>
        <w:rPr>
          <w:rFonts w:ascii="Arial" w:hAnsi="Arial" w:cs="Arial"/>
          <w:sz w:val="18"/>
        </w:rPr>
      </w:pPr>
    </w:p>
    <w:p w:rsidR="00DD5AA5" w:rsidRPr="00DD5AA5" w:rsidRDefault="00DD5AA5" w:rsidP="00DD5AA5">
      <w:pPr>
        <w:rPr>
          <w:rFonts w:ascii="Arial" w:hAnsi="Arial" w:cs="Arial"/>
          <w:bCs/>
        </w:rPr>
      </w:pPr>
      <w:r w:rsidRPr="00DD5AA5">
        <w:rPr>
          <w:rFonts w:ascii="Arial" w:hAnsi="Arial" w:cs="Arial"/>
          <w:b/>
          <w:bCs/>
          <w:sz w:val="18"/>
        </w:rPr>
        <w:t xml:space="preserve">Grading Scale:    </w:t>
      </w:r>
      <w:r w:rsidRPr="00DD5AA5">
        <w:rPr>
          <w:rFonts w:ascii="Arial" w:hAnsi="Arial" w:cs="Arial"/>
          <w:bCs/>
        </w:rPr>
        <w:t>40 point system converted into a percentage</w:t>
      </w:r>
    </w:p>
    <w:p w:rsidR="00DD5AA5" w:rsidRPr="00DD5AA5" w:rsidRDefault="00DD5AA5" w:rsidP="00DD5AA5">
      <w:pPr>
        <w:rPr>
          <w:rFonts w:ascii="Arial" w:hAnsi="Arial" w:cs="Arial"/>
          <w:bCs/>
        </w:rPr>
      </w:pPr>
      <w:r w:rsidRPr="00DD5AA5">
        <w:rPr>
          <w:rFonts w:ascii="Arial" w:hAnsi="Arial" w:cs="Arial"/>
          <w:bCs/>
        </w:rPr>
        <w:t xml:space="preserve">              Example --- 40/40 – 100%,     39/40—98%</w:t>
      </w:r>
      <w:proofErr w:type="gramStart"/>
      <w:r w:rsidRPr="00DD5AA5">
        <w:rPr>
          <w:rFonts w:ascii="Arial" w:hAnsi="Arial" w:cs="Arial"/>
          <w:bCs/>
        </w:rPr>
        <w:t>,…</w:t>
      </w:r>
      <w:proofErr w:type="gramEnd"/>
      <w:r w:rsidRPr="00DD5AA5">
        <w:rPr>
          <w:rFonts w:ascii="Arial" w:hAnsi="Arial" w:cs="Arial"/>
          <w:bCs/>
        </w:rPr>
        <w:t xml:space="preserve">      35/40 --- 88%   etc….</w:t>
      </w:r>
    </w:p>
    <w:p w:rsidR="00DD5AA5" w:rsidRPr="00DD5AA5" w:rsidRDefault="00DD5AA5" w:rsidP="00DD5AA5">
      <w:pPr>
        <w:rPr>
          <w:rFonts w:ascii="Arial" w:hAnsi="Arial" w:cs="Arial"/>
          <w:bCs/>
        </w:rPr>
      </w:pPr>
    </w:p>
    <w:p w:rsidR="00DD5AA5" w:rsidRPr="00DD5AA5" w:rsidRDefault="00DD5AA5" w:rsidP="00DD5AA5">
      <w:pPr>
        <w:rPr>
          <w:rFonts w:ascii="Arial" w:hAnsi="Arial" w:cs="Arial"/>
          <w:bCs/>
        </w:rPr>
      </w:pPr>
    </w:p>
    <w:p w:rsidR="00DD5AA5" w:rsidRPr="00DD5AA5" w:rsidRDefault="00DD5AA5" w:rsidP="00DD5AA5">
      <w:pPr>
        <w:pStyle w:val="Heading4"/>
        <w:rPr>
          <w:b/>
          <w:sz w:val="24"/>
          <w:u w:val="single"/>
        </w:rPr>
      </w:pPr>
      <w:r w:rsidRPr="00DD5AA5">
        <w:rPr>
          <w:b/>
          <w:sz w:val="24"/>
          <w:u w:val="single"/>
        </w:rPr>
        <w:t>CONTACT INFORMATION</w:t>
      </w:r>
    </w:p>
    <w:p w:rsidR="00DD5AA5" w:rsidRPr="00DD5AA5" w:rsidRDefault="00DD5AA5" w:rsidP="00DD5AA5">
      <w:pPr>
        <w:rPr>
          <w:rFonts w:ascii="Arial" w:hAnsi="Arial" w:cs="Arial"/>
          <w:sz w:val="18"/>
        </w:rPr>
      </w:pPr>
    </w:p>
    <w:sdt>
      <w:sdtPr>
        <w:rPr>
          <w:rFonts w:ascii="Arial" w:hAnsi="Arial" w:cs="Arial"/>
          <w:sz w:val="18"/>
        </w:rPr>
        <w:id w:val="-234099672"/>
        <w:placeholder>
          <w:docPart w:val="4A6480A1610F47DABF0C84C2ED626DA3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18"/>
            </w:rPr>
          </w:pPr>
          <w:r w:rsidRPr="00DD5AA5">
            <w:rPr>
              <w:rFonts w:ascii="Arial" w:hAnsi="Arial" w:cs="Arial"/>
              <w:sz w:val="18"/>
            </w:rPr>
            <w:t xml:space="preserve">Mrs. Mary Jo </w:t>
          </w:r>
          <w:proofErr w:type="spellStart"/>
          <w:r w:rsidRPr="00DD5AA5">
            <w:rPr>
              <w:rFonts w:ascii="Arial" w:hAnsi="Arial" w:cs="Arial"/>
              <w:sz w:val="18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  <w:sz w:val="18"/>
        </w:rPr>
        <w:id w:val="512724718"/>
        <w:placeholder>
          <w:docPart w:val="4A6480A1610F47DABF0C84C2ED626DA3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18"/>
            </w:rPr>
          </w:pPr>
          <w:r w:rsidRPr="00DD5AA5">
            <w:rPr>
              <w:rFonts w:ascii="Arial" w:hAnsi="Arial" w:cs="Arial"/>
              <w:sz w:val="18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  <w:sz w:val="18"/>
        </w:rPr>
        <w:id w:val="-1353491476"/>
        <w:placeholder>
          <w:docPart w:val="4A6480A1610F47DABF0C84C2ED626DA3"/>
        </w:placeholder>
        <w:comboBox>
          <w:listItem w:value="Choose an item."/>
        </w:comboBox>
      </w:sdtPr>
      <w:sdtContent>
        <w:p w:rsidR="00DD5AA5" w:rsidRPr="00DD5AA5" w:rsidRDefault="00DD5AA5" w:rsidP="00DD5AA5">
          <w:pPr>
            <w:numPr>
              <w:ilvl w:val="0"/>
              <w:numId w:val="2"/>
            </w:numPr>
            <w:rPr>
              <w:rFonts w:ascii="Arial" w:hAnsi="Arial" w:cs="Arial"/>
              <w:sz w:val="18"/>
            </w:rPr>
          </w:pPr>
          <w:r w:rsidRPr="00DD5AA5">
            <w:rPr>
              <w:rFonts w:ascii="Arial" w:hAnsi="Arial" w:cs="Arial"/>
              <w:sz w:val="18"/>
            </w:rPr>
            <w:t>mjkampschnieder@gacatholicschool.org</w:t>
          </w:r>
        </w:p>
      </w:sdtContent>
    </w:sdt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Pr="00812E08" w:rsidRDefault="00DD5AA5" w:rsidP="00DD5AA5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  <w:r w:rsidRPr="00812E08">
        <w:rPr>
          <w:rFonts w:ascii="Arial" w:hAnsi="Arial" w:cs="Arial"/>
          <w:b/>
          <w:sz w:val="22"/>
        </w:rPr>
        <w:t>I have read the 3-D Art Syllabus and understand the goals, rules and procedures.</w:t>
      </w:r>
    </w:p>
    <w:p w:rsidR="00DD5AA5" w:rsidRDefault="00DD5AA5" w:rsidP="00DD5AA5">
      <w:pPr>
        <w:tabs>
          <w:tab w:val="left" w:pos="5055"/>
        </w:tabs>
        <w:rPr>
          <w:rFonts w:ascii="Arial" w:hAnsi="Arial" w:cs="Arial"/>
        </w:rPr>
      </w:pPr>
    </w:p>
    <w:p w:rsidR="00DD5AA5" w:rsidRDefault="00DD5AA5" w:rsidP="00DD5AA5">
      <w:pPr>
        <w:tabs>
          <w:tab w:val="left" w:pos="5055"/>
        </w:tabs>
        <w:rPr>
          <w:rFonts w:ascii="Arial" w:hAnsi="Arial" w:cs="Arial"/>
        </w:rPr>
      </w:pPr>
    </w:p>
    <w:p w:rsidR="00DD5AA5" w:rsidRDefault="00DD5AA5" w:rsidP="00DD5AA5">
      <w:pPr>
        <w:tabs>
          <w:tab w:val="left" w:pos="5055"/>
        </w:tabs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  <w:r>
        <w:rPr>
          <w:rFonts w:ascii="Arial" w:hAnsi="Arial" w:cs="Arial"/>
        </w:rPr>
        <w:t>Student Signature: _____________________________________ Date: _____________</w:t>
      </w: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  <w:r>
        <w:rPr>
          <w:rFonts w:ascii="Arial" w:hAnsi="Arial" w:cs="Arial"/>
        </w:rPr>
        <w:t>Parent Signature:   _____________________________________ Date: _____________</w:t>
      </w:r>
    </w:p>
    <w:p w:rsidR="00DD5AA5" w:rsidRDefault="00DD5AA5" w:rsidP="00DD5AA5">
      <w:pPr>
        <w:rPr>
          <w:rFonts w:ascii="Arial" w:hAnsi="Arial" w:cs="Arial"/>
        </w:rPr>
      </w:pPr>
    </w:p>
    <w:p w:rsidR="00DD5AA5" w:rsidRDefault="00DD5AA5" w:rsidP="00DD5AA5">
      <w:pPr>
        <w:rPr>
          <w:rFonts w:ascii="Arial" w:hAnsi="Arial" w:cs="Arial"/>
        </w:rPr>
      </w:pPr>
    </w:p>
    <w:p w:rsidR="00DD5AA5" w:rsidRPr="00812E08" w:rsidRDefault="00DD5AA5" w:rsidP="00DD5AA5">
      <w:pPr>
        <w:rPr>
          <w:rFonts w:ascii="Arial" w:hAnsi="Arial" w:cs="Arial"/>
          <w:b/>
          <w:i/>
          <w:u w:val="single"/>
        </w:rPr>
      </w:pPr>
      <w:r w:rsidRPr="00812E08">
        <w:rPr>
          <w:rFonts w:ascii="Arial" w:hAnsi="Arial" w:cs="Arial"/>
          <w:b/>
          <w:i/>
          <w:u w:val="single"/>
        </w:rPr>
        <w:t xml:space="preserve">******* Please return to Mrs. </w:t>
      </w:r>
      <w:proofErr w:type="spellStart"/>
      <w:r w:rsidRPr="00812E08">
        <w:rPr>
          <w:rFonts w:ascii="Arial" w:hAnsi="Arial" w:cs="Arial"/>
          <w:b/>
          <w:i/>
          <w:u w:val="single"/>
        </w:rPr>
        <w:t>Kampschnieder</w:t>
      </w:r>
      <w:proofErr w:type="spellEnd"/>
      <w:r w:rsidRPr="00812E08">
        <w:rPr>
          <w:rFonts w:ascii="Arial" w:hAnsi="Arial" w:cs="Arial"/>
          <w:b/>
          <w:i/>
          <w:u w:val="single"/>
        </w:rPr>
        <w:t xml:space="preserve"> by August 29, 2011</w:t>
      </w:r>
    </w:p>
    <w:p w:rsidR="00DD5AA5" w:rsidRDefault="00DD5AA5" w:rsidP="00DD5AA5">
      <w:pPr>
        <w:rPr>
          <w:rFonts w:ascii="Arial" w:hAnsi="Arial" w:cs="Arial"/>
        </w:rPr>
      </w:pPr>
    </w:p>
    <w:p w:rsidR="00DD5AA5" w:rsidRPr="00E812EB" w:rsidRDefault="00DD5AA5" w:rsidP="00DD5AA5">
      <w:pPr>
        <w:rPr>
          <w:rFonts w:ascii="Arial" w:hAnsi="Arial" w:cs="Arial"/>
        </w:rPr>
        <w:sectPr w:rsidR="00DD5AA5" w:rsidRPr="00E812EB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60FEE" w:rsidRDefault="00460FEE">
      <w:pPr>
        <w:rPr>
          <w:rFonts w:ascii="Arial" w:hAnsi="Arial" w:cs="Arial"/>
        </w:rPr>
      </w:pPr>
    </w:p>
    <w:sectPr w:rsidR="00460FE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5A36"/>
    <w:multiLevelType w:val="multilevel"/>
    <w:tmpl w:val="039A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C3D7466"/>
    <w:multiLevelType w:val="hybridMultilevel"/>
    <w:tmpl w:val="5DC8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B764A"/>
    <w:multiLevelType w:val="multilevel"/>
    <w:tmpl w:val="B264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2AF37217"/>
    <w:multiLevelType w:val="hybridMultilevel"/>
    <w:tmpl w:val="3C3C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97225"/>
    <w:multiLevelType w:val="hybridMultilevel"/>
    <w:tmpl w:val="9CEE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33E1A"/>
    <w:multiLevelType w:val="hybridMultilevel"/>
    <w:tmpl w:val="602E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DB"/>
    <w:rsid w:val="0000261C"/>
    <w:rsid w:val="001B114D"/>
    <w:rsid w:val="001C680C"/>
    <w:rsid w:val="001E26F0"/>
    <w:rsid w:val="00343FDB"/>
    <w:rsid w:val="00460FEE"/>
    <w:rsid w:val="005E382F"/>
    <w:rsid w:val="005F7254"/>
    <w:rsid w:val="006B5E34"/>
    <w:rsid w:val="006F337E"/>
    <w:rsid w:val="007A4E11"/>
    <w:rsid w:val="008D5894"/>
    <w:rsid w:val="00A222C6"/>
    <w:rsid w:val="00B54CEB"/>
    <w:rsid w:val="00BF331F"/>
    <w:rsid w:val="00CD5EB7"/>
    <w:rsid w:val="00D167C2"/>
    <w:rsid w:val="00DD5AA5"/>
    <w:rsid w:val="00E812EB"/>
    <w:rsid w:val="00E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CSERVER2\TEACHERS\ccgafaculty17\AppData\Roaming\Microsoft\Templates\EdWorld_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6480A1610F47DABF0C84C2ED626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B20B5-30BE-4ED8-80C9-8FD7B7832DC7}"/>
      </w:docPartPr>
      <w:docPartBody>
        <w:p w:rsidR="00000000" w:rsidRDefault="002A697C" w:rsidP="002A697C">
          <w:pPr>
            <w:pStyle w:val="4A6480A1610F47DABF0C84C2ED626DA3"/>
          </w:pPr>
          <w:r w:rsidRPr="001D5733">
            <w:rPr>
              <w:rStyle w:val="PlaceholderText"/>
            </w:rPr>
            <w:t>Choose an item.</w:t>
          </w:r>
        </w:p>
      </w:docPartBody>
    </w:docPart>
    <w:docPart>
      <w:docPartPr>
        <w:name w:val="5C53742ED5294C28BFC2A31700EF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6D275-A158-4340-B62D-CC04913C0032}"/>
      </w:docPartPr>
      <w:docPartBody>
        <w:p w:rsidR="00000000" w:rsidRDefault="002A697C" w:rsidP="002A697C">
          <w:pPr>
            <w:pStyle w:val="5C53742ED5294C28BFC2A31700EF996E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FA"/>
    <w:rsid w:val="002A697C"/>
    <w:rsid w:val="007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697C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A000B94B2B734549975B384877C0EA41">
    <w:name w:val="A000B94B2B734549975B384877C0EA41"/>
    <w:rsid w:val="002A697C"/>
  </w:style>
  <w:style w:type="paragraph" w:customStyle="1" w:styleId="4A6480A1610F47DABF0C84C2ED626DA3">
    <w:name w:val="4A6480A1610F47DABF0C84C2ED626DA3"/>
    <w:rsid w:val="002A697C"/>
  </w:style>
  <w:style w:type="paragraph" w:customStyle="1" w:styleId="5C53742ED5294C28BFC2A31700EF996E">
    <w:name w:val="5C53742ED5294C28BFC2A31700EF996E"/>
    <w:rsid w:val="002A697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697C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A000B94B2B734549975B384877C0EA41">
    <w:name w:val="A000B94B2B734549975B384877C0EA41"/>
    <w:rsid w:val="002A697C"/>
  </w:style>
  <w:style w:type="paragraph" w:customStyle="1" w:styleId="4A6480A1610F47DABF0C84C2ED626DA3">
    <w:name w:val="4A6480A1610F47DABF0C84C2ED626DA3"/>
    <w:rsid w:val="002A697C"/>
  </w:style>
  <w:style w:type="paragraph" w:customStyle="1" w:styleId="5C53742ED5294C28BFC2A31700EF996E">
    <w:name w:val="5C53742ED5294C28BFC2A31700EF996E"/>
    <w:rsid w:val="002A69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7CF6-E7F7-446B-967C-A34BF999F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97910-F147-4F89-9731-62A9F85A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EdWorld_Syllabus</Template>
  <TotalTime>6</TotalTime>
  <Pages>2</Pages>
  <Words>412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5</cp:revision>
  <dcterms:created xsi:type="dcterms:W3CDTF">2011-08-15T22:10:00Z</dcterms:created>
  <dcterms:modified xsi:type="dcterms:W3CDTF">2011-08-24T12:39:00Z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TC018858649991</vt:lpwstr>
  </property>
</Properties>
</file>